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A68D" w14:textId="185E346D" w:rsidR="00C74455" w:rsidRDefault="000F460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03DF9F96" w14:textId="1FEAB523" w:rsidR="00AC3069" w:rsidRDefault="00AC3069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Rooster</w:t>
      </w:r>
      <w:proofErr w:type="spellEnd"/>
      <w:r>
        <w:rPr>
          <w:rFonts w:cs="Arial"/>
          <w:szCs w:val="24"/>
          <w:lang w:val="fr-BE"/>
        </w:rPr>
        <w:t xml:space="preserve"> in </w:t>
      </w:r>
      <w:proofErr w:type="spellStart"/>
      <w:r>
        <w:rPr>
          <w:rFonts w:cs="Arial"/>
          <w:szCs w:val="24"/>
          <w:lang w:val="fr-BE"/>
        </w:rPr>
        <w:t>r</w:t>
      </w:r>
      <w:r w:rsidR="000F460E">
        <w:rPr>
          <w:rFonts w:cs="Arial"/>
          <w:szCs w:val="24"/>
          <w:lang w:val="fr-BE"/>
        </w:rPr>
        <w:t>oestvrij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staal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voor</w:t>
      </w:r>
      <w:proofErr w:type="spellEnd"/>
      <w:r w:rsidR="000F460E">
        <w:rPr>
          <w:rFonts w:cs="Arial"/>
          <w:szCs w:val="24"/>
          <w:lang w:val="fr-BE"/>
        </w:rPr>
        <w:t xml:space="preserve"> Norma </w:t>
      </w:r>
      <w:proofErr w:type="spellStart"/>
      <w:r w:rsidR="000F460E">
        <w:rPr>
          <w:rFonts w:cs="Arial"/>
          <w:szCs w:val="24"/>
          <w:lang w:val="fr-BE"/>
        </w:rPr>
        <w:t>uitgietbak</w:t>
      </w:r>
      <w:proofErr w:type="spellEnd"/>
    </w:p>
    <w:p w14:paraId="743964C7" w14:textId="464CA6C8" w:rsidR="00AC3069" w:rsidRDefault="000F460E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Oplklapbaar</w:t>
      </w:r>
      <w:proofErr w:type="spellEnd"/>
      <w:r>
        <w:rPr>
          <w:rFonts w:cs="Arial"/>
          <w:szCs w:val="24"/>
          <w:lang w:val="fr-BE"/>
        </w:rPr>
        <w:t xml:space="preserve"> met </w:t>
      </w:r>
      <w:proofErr w:type="spellStart"/>
      <w:r>
        <w:rPr>
          <w:rFonts w:cs="Arial"/>
          <w:szCs w:val="24"/>
          <w:lang w:val="fr-BE"/>
        </w:rPr>
        <w:t>dempers</w:t>
      </w:r>
      <w:proofErr w:type="spellEnd"/>
    </w:p>
    <w:p w14:paraId="11D19B79" w14:textId="77777777" w:rsidR="00AC3069" w:rsidRDefault="00AC3069" w:rsidP="00245C9D">
      <w:pPr>
        <w:rPr>
          <w:rFonts w:cs="Arial"/>
          <w:szCs w:val="24"/>
          <w:lang w:val="fr-BE"/>
        </w:rPr>
      </w:pPr>
    </w:p>
    <w:p w14:paraId="53C7B622" w14:textId="68C26683" w:rsidR="00B81200" w:rsidRPr="000F460E" w:rsidRDefault="00B81200" w:rsidP="00245C9D">
      <w:pPr>
        <w:rPr>
          <w:rFonts w:cs="Arial"/>
          <w:szCs w:val="24"/>
          <w:lang w:val="fr-BE"/>
        </w:rPr>
      </w:pPr>
    </w:p>
    <w:p w14:paraId="2FA324B9" w14:textId="77777777" w:rsidR="00245C9D" w:rsidRPr="00DC3C46" w:rsidRDefault="00245C9D" w:rsidP="009A54BB">
      <w:pPr>
        <w:rPr>
          <w:lang w:val="fr-BE"/>
        </w:rPr>
      </w:pPr>
    </w:p>
    <w:p w14:paraId="20C4960A" w14:textId="6F821422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0F460E">
        <w:rPr>
          <w:rFonts w:ascii="Arial" w:hAnsi="Arial"/>
          <w:b/>
        </w:rPr>
        <w:t>eriaal en eigenschappen</w:t>
      </w:r>
    </w:p>
    <w:p w14:paraId="30BCC664" w14:textId="2301BA43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0F460E">
        <w:rPr>
          <w:rFonts w:ascii="Arial" w:hAnsi="Arial"/>
          <w:b/>
          <w:u w:val="none"/>
        </w:rPr>
        <w:t>eriaal</w:t>
      </w:r>
    </w:p>
    <w:p w14:paraId="5513AC1D" w14:textId="2C554FE8" w:rsidR="00245C9D" w:rsidRPr="00245C9D" w:rsidRDefault="005B26A9" w:rsidP="00245C9D">
      <w:r>
        <w:t>Roestvrij staal</w:t>
      </w:r>
      <w:r w:rsidR="00B81200">
        <w:t xml:space="preserve"> </w:t>
      </w:r>
    </w:p>
    <w:p w14:paraId="6EBEC0CE" w14:textId="080B1221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5B26A9">
        <w:rPr>
          <w:rFonts w:ascii="Arial" w:hAnsi="Arial"/>
          <w:b/>
          <w:u w:val="none"/>
        </w:rPr>
        <w:t>Eigenschappen</w:t>
      </w:r>
    </w:p>
    <w:p w14:paraId="26F78ABC" w14:textId="77777777" w:rsidR="0091709E" w:rsidRDefault="0091709E" w:rsidP="0091709E"/>
    <w:p w14:paraId="0192175B" w14:textId="1AA42B74" w:rsidR="00B81200" w:rsidRDefault="005B26A9" w:rsidP="0091709E">
      <w:r>
        <w:t>Kleur:</w:t>
      </w:r>
      <w:r>
        <w:tab/>
      </w:r>
      <w:r>
        <w:tab/>
        <w:t>Grijs</w:t>
      </w:r>
      <w:r w:rsidR="0091709E">
        <w:t xml:space="preserve"> </w:t>
      </w:r>
    </w:p>
    <w:p w14:paraId="5C96B55B" w14:textId="3749FE26" w:rsidR="0091709E" w:rsidRDefault="0091709E" w:rsidP="0091709E">
      <w:r>
        <w:t>L</w:t>
      </w:r>
      <w:r w:rsidR="005B26A9">
        <w:t>engte</w:t>
      </w:r>
      <w:r>
        <w:t>:</w:t>
      </w:r>
      <w:r w:rsidR="005B26A9">
        <w:tab/>
      </w:r>
      <w:r>
        <w:t xml:space="preserve"> </w:t>
      </w:r>
      <w:r w:rsidR="00B81200">
        <w:t xml:space="preserve">28 </w:t>
      </w:r>
      <w:r>
        <w:t>cm</w:t>
      </w:r>
    </w:p>
    <w:p w14:paraId="1CB83FD9" w14:textId="08A56375" w:rsidR="0091709E" w:rsidRDefault="005B26A9" w:rsidP="0091709E">
      <w:r>
        <w:t>Diepte</w:t>
      </w:r>
      <w:r w:rsidR="0091709E">
        <w:t xml:space="preserve">: </w:t>
      </w:r>
      <w:r>
        <w:tab/>
      </w:r>
      <w:r w:rsidR="00B81200">
        <w:t>30.6</w:t>
      </w:r>
      <w:r w:rsidR="0091709E">
        <w:t xml:space="preserve"> cm</w:t>
      </w:r>
    </w:p>
    <w:p w14:paraId="63763A54" w14:textId="7D7F9AEF" w:rsidR="0091709E" w:rsidRPr="0091709E" w:rsidRDefault="0091709E" w:rsidP="0091709E">
      <w:r>
        <w:t>H</w:t>
      </w:r>
      <w:r w:rsidR="005B26A9">
        <w:t>oogte</w:t>
      </w:r>
      <w:r>
        <w:t xml:space="preserve">: </w:t>
      </w:r>
      <w:r w:rsidR="005B26A9">
        <w:tab/>
      </w:r>
      <w:r w:rsidR="00B81200">
        <w:t>4.6</w:t>
      </w:r>
      <w:r>
        <w:t xml:space="preserve"> cm</w:t>
      </w:r>
    </w:p>
    <w:p w14:paraId="49A881D4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60898FA2" w14:textId="60EA00C0" w:rsidR="00586B18" w:rsidRDefault="005B26A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8583017" w14:textId="5AE963BD" w:rsidR="00312E59" w:rsidRPr="00CA467B" w:rsidRDefault="009C020B" w:rsidP="00312E59">
      <w:pPr>
        <w:rPr>
          <w:lang w:val="fr-BE"/>
        </w:rPr>
      </w:pPr>
      <w:proofErr w:type="spellStart"/>
      <w:r>
        <w:rPr>
          <w:lang w:val="fr-BE"/>
        </w:rPr>
        <w:t>Volgens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voorschriften</w:t>
      </w:r>
      <w:proofErr w:type="spellEnd"/>
      <w:r>
        <w:rPr>
          <w:lang w:val="fr-BE"/>
        </w:rPr>
        <w:t xml:space="preserve"> van de </w:t>
      </w:r>
      <w:proofErr w:type="spellStart"/>
      <w:r>
        <w:rPr>
          <w:lang w:val="fr-BE"/>
        </w:rPr>
        <w:t>fabrikant</w:t>
      </w:r>
      <w:proofErr w:type="spellEnd"/>
    </w:p>
    <w:p w14:paraId="0A39ADF6" w14:textId="77777777" w:rsidR="00312E59" w:rsidRPr="00CA467B" w:rsidRDefault="00312E59" w:rsidP="00312E59">
      <w:pPr>
        <w:rPr>
          <w:lang w:val="fr-BE"/>
        </w:rPr>
      </w:pPr>
    </w:p>
    <w:p w14:paraId="61D37468" w14:textId="77777777" w:rsidR="00312E59" w:rsidRPr="00CA467B" w:rsidRDefault="00312E59" w:rsidP="00312E59">
      <w:pPr>
        <w:rPr>
          <w:lang w:val="fr-BE"/>
        </w:rPr>
      </w:pPr>
    </w:p>
    <w:p w14:paraId="0825A2E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E7720E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F396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B1A3F13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8F26BC8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1DB41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993C24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49126C3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F88E22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159C24D" w14:textId="7EEA9129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CFC18B" w14:textId="4840977C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1004D68" w14:textId="33A6750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3E5980B" w14:textId="6A069E6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AF8EA42" w14:textId="5A3FA8F6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741CE0A" w14:textId="77777777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B7FB14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CC1D30F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2CA9DA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0FA44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1F0F7D" w14:textId="12DB9C73" w:rsidR="00586B18" w:rsidRDefault="00AC306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BA20F5E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33464C8" w14:textId="74445E06" w:rsidR="008A5169" w:rsidRDefault="00AC306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DD811EC" wp14:editId="653493C7">
            <wp:extent cx="5543550" cy="31051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D7EB4" w14:textId="77777777" w:rsidR="00884591" w:rsidRDefault="00884591">
      <w:r>
        <w:separator/>
      </w:r>
    </w:p>
  </w:endnote>
  <w:endnote w:type="continuationSeparator" w:id="0">
    <w:p w14:paraId="532289DE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4BC7F4" w14:textId="77777777">
      <w:tc>
        <w:tcPr>
          <w:tcW w:w="3392" w:type="dxa"/>
        </w:tcPr>
        <w:p w14:paraId="4FD267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5D82F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19D517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542C789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01C1C" w14:textId="77777777" w:rsidR="00884591" w:rsidRDefault="00884591">
      <w:r>
        <w:separator/>
      </w:r>
    </w:p>
  </w:footnote>
  <w:footnote w:type="continuationSeparator" w:id="0">
    <w:p w14:paraId="64D336E3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DEEE3" w14:textId="663DABA8"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AC3069">
      <w:rPr>
        <w:rFonts w:ascii="Arial" w:hAnsi="Arial" w:cs="Arial"/>
        <w:b/>
        <w:szCs w:val="24"/>
        <w:lang w:val="fr-BE"/>
      </w:rPr>
      <w:t>Bas</w:t>
    </w:r>
    <w:r w:rsidR="009460A8">
      <w:rPr>
        <w:rFonts w:ascii="Arial" w:hAnsi="Arial" w:cs="Arial"/>
        <w:b/>
        <w:szCs w:val="24"/>
        <w:lang w:val="fr-BE"/>
      </w:rPr>
      <w:t>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AC3069">
      <w:rPr>
        <w:rFonts w:ascii="Arial" w:hAnsi="Arial" w:cs="Arial"/>
        <w:b/>
        <w:szCs w:val="24"/>
        <w:lang w:val="fr-BE"/>
      </w:rPr>
      <w:t>N</w:t>
    </w:r>
    <w:r w:rsidR="009460A8">
      <w:rPr>
        <w:rFonts w:ascii="Arial" w:hAnsi="Arial" w:cs="Arial"/>
        <w:b/>
        <w:szCs w:val="24"/>
        <w:lang w:val="fr-BE"/>
      </w:rPr>
      <w:t xml:space="preserve">orma </w:t>
    </w:r>
    <w:proofErr w:type="spellStart"/>
    <w:r w:rsidR="00AC3069">
      <w:rPr>
        <w:rFonts w:ascii="Arial" w:hAnsi="Arial" w:cs="Arial"/>
        <w:b/>
        <w:szCs w:val="24"/>
        <w:lang w:val="fr-BE"/>
      </w:rPr>
      <w:t>rooster</w:t>
    </w:r>
    <w:proofErr w:type="spellEnd"/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B24B63" w14:textId="62BFA39D" w:rsidR="00025544" w:rsidRPr="00CA467B" w:rsidRDefault="00AC3069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Voor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uitgietbak</w:t>
    </w:r>
    <w:proofErr w:type="spellEnd"/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05220526">
    <w:abstractNumId w:val="18"/>
  </w:num>
  <w:num w:numId="2" w16cid:durableId="1327591000">
    <w:abstractNumId w:val="24"/>
  </w:num>
  <w:num w:numId="3" w16cid:durableId="1542203531">
    <w:abstractNumId w:val="4"/>
  </w:num>
  <w:num w:numId="4" w16cid:durableId="1867785907">
    <w:abstractNumId w:val="3"/>
  </w:num>
  <w:num w:numId="5" w16cid:durableId="1701319757">
    <w:abstractNumId w:val="14"/>
  </w:num>
  <w:num w:numId="6" w16cid:durableId="1470979888">
    <w:abstractNumId w:val="16"/>
  </w:num>
  <w:num w:numId="7" w16cid:durableId="1721053671">
    <w:abstractNumId w:val="6"/>
  </w:num>
  <w:num w:numId="8" w16cid:durableId="919871120">
    <w:abstractNumId w:val="21"/>
  </w:num>
  <w:num w:numId="9" w16cid:durableId="1807352432">
    <w:abstractNumId w:val="27"/>
  </w:num>
  <w:num w:numId="10" w16cid:durableId="1731534996">
    <w:abstractNumId w:val="2"/>
  </w:num>
  <w:num w:numId="11" w16cid:durableId="837891773">
    <w:abstractNumId w:val="13"/>
  </w:num>
  <w:num w:numId="12" w16cid:durableId="678770796">
    <w:abstractNumId w:val="12"/>
  </w:num>
  <w:num w:numId="13" w16cid:durableId="1116631261">
    <w:abstractNumId w:val="26"/>
  </w:num>
  <w:num w:numId="14" w16cid:durableId="1737623127">
    <w:abstractNumId w:val="8"/>
  </w:num>
  <w:num w:numId="15" w16cid:durableId="1535464602">
    <w:abstractNumId w:val="0"/>
  </w:num>
  <w:num w:numId="16" w16cid:durableId="894926649">
    <w:abstractNumId w:val="11"/>
  </w:num>
  <w:num w:numId="17" w16cid:durableId="1368264001">
    <w:abstractNumId w:val="5"/>
  </w:num>
  <w:num w:numId="18" w16cid:durableId="1891769116">
    <w:abstractNumId w:val="22"/>
  </w:num>
  <w:num w:numId="19" w16cid:durableId="1142649303">
    <w:abstractNumId w:val="23"/>
  </w:num>
  <w:num w:numId="20" w16cid:durableId="381831148">
    <w:abstractNumId w:val="20"/>
  </w:num>
  <w:num w:numId="21" w16cid:durableId="658580355">
    <w:abstractNumId w:val="19"/>
  </w:num>
  <w:num w:numId="22" w16cid:durableId="162164204">
    <w:abstractNumId w:val="15"/>
  </w:num>
  <w:num w:numId="23" w16cid:durableId="952976712">
    <w:abstractNumId w:val="25"/>
  </w:num>
  <w:num w:numId="24" w16cid:durableId="1740591652">
    <w:abstractNumId w:val="9"/>
  </w:num>
  <w:num w:numId="25" w16cid:durableId="1425304368">
    <w:abstractNumId w:val="10"/>
  </w:num>
  <w:num w:numId="26" w16cid:durableId="549850085">
    <w:abstractNumId w:val="1"/>
  </w:num>
  <w:num w:numId="27" w16cid:durableId="704718541">
    <w:abstractNumId w:val="17"/>
  </w:num>
  <w:num w:numId="28" w16cid:durableId="17981830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60E"/>
    <w:rsid w:val="000F52C0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B26A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20B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C306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D94F1-E1D6-4462-9E51-DE9CF0138CAE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501C8B-BECE-4E2B-AAEB-100D7F324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5CA7F5-2BAF-4C40-A617-FCCF4D30300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289</TotalTime>
  <Pages>2</Pages>
  <Words>44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2020-04-08T13:37:00Z</dcterms:created>
  <dcterms:modified xsi:type="dcterms:W3CDTF">2023-12-05T13:47:00Z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